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899"/>
        <w:gridCol w:w="621"/>
        <w:gridCol w:w="2733"/>
        <w:gridCol w:w="1053"/>
        <w:gridCol w:w="1053"/>
        <w:gridCol w:w="2148"/>
      </w:tblGrid>
      <w:tr w:rsidR="00F56064" w14:paraId="591BEC19" w14:textId="77777777" w:rsidTr="00153A82">
        <w:trPr>
          <w:trHeight w:val="384"/>
        </w:trPr>
        <w:tc>
          <w:tcPr>
            <w:tcW w:w="9468" w:type="dxa"/>
            <w:gridSpan w:val="7"/>
            <w:tcBorders>
              <w:bottom w:val="single" w:sz="2" w:space="0" w:color="808080" w:themeColor="background1" w:themeShade="80"/>
            </w:tcBorders>
          </w:tcPr>
          <w:p w14:paraId="0B5BBADA" w14:textId="77777777" w:rsidR="00F56064" w:rsidRPr="00F56064" w:rsidRDefault="00F56064" w:rsidP="00666B99"/>
        </w:tc>
      </w:tr>
      <w:tr w:rsidR="00DD381E" w14:paraId="13004498" w14:textId="77777777" w:rsidTr="00153A82">
        <w:trPr>
          <w:trHeight w:val="1419"/>
        </w:trPr>
        <w:tc>
          <w:tcPr>
            <w:tcW w:w="9468" w:type="dxa"/>
            <w:gridSpan w:val="7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14:paraId="1F3D700C" w14:textId="144778D6" w:rsidR="00210D0F" w:rsidRPr="00210D0F" w:rsidRDefault="00161AF0" w:rsidP="00CF37E1">
            <w:pPr>
              <w:pStyle w:val="Tytu"/>
            </w:pPr>
            <w:sdt>
              <w:sdtPr>
                <w:rPr>
                  <w:sz w:val="52"/>
                  <w:szCs w:val="52"/>
                </w:rPr>
                <w:alias w:val="Typ projektu"/>
                <w:tag w:val="Typ projektu"/>
                <w:id w:val="-1572041598"/>
                <w:lock w:val="sdtLocked"/>
                <w:placeholder>
                  <w:docPart w:val="222D5367EA7D4757943BE47D12EA770C"/>
                </w:placeholder>
                <w:dropDownList>
                  <w:listItem w:displayText="PROJEKT BUDOWLANY" w:value="PROJEKT BUDOWLANY"/>
                  <w:listItem w:displayText="PROJEKT WYKONAWCZY" w:value="PROJEKT WYKONAWCZY"/>
                  <w:listItem w:displayText="PROJEKT BUDOWLANY ZAMIENNY" w:value="PROJEKT BUDOWLANY ZAMIENNY"/>
                  <w:listItem w:displayText="CZĘŚĆ ELEKTRYCZNA" w:value="CZĘŚĆ ELEKTRYCZNA"/>
                  <w:listItem w:displayText="PROJEKT TECHNICZNY" w:value="PROJEKT TECHNICZNY"/>
                  <w:listItem w:displayText="PROJEKTU ZAGOSPODAROWANIA TERENU" w:value="PROJEKTU ZAGOSPODAROWANIA TERENU"/>
                </w:dropDownList>
              </w:sdtPr>
              <w:sdtEndPr/>
              <w:sdtContent>
                <w:r w:rsidR="00A311A1">
                  <w:rPr>
                    <w:sz w:val="52"/>
                    <w:szCs w:val="52"/>
                  </w:rPr>
                  <w:t>PROJEKT WYKONAWCZY</w:t>
                </w:r>
              </w:sdtContent>
            </w:sdt>
          </w:p>
        </w:tc>
      </w:tr>
      <w:tr w:rsidR="009718CF" w14:paraId="60AD3FA9" w14:textId="77777777" w:rsidTr="00C3078C">
        <w:trPr>
          <w:trHeight w:val="1548"/>
        </w:trPr>
        <w:tc>
          <w:tcPr>
            <w:tcW w:w="1860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</w:tcPr>
          <w:p w14:paraId="47C3CB35" w14:textId="77777777" w:rsidR="009718CF" w:rsidRPr="00131A86" w:rsidRDefault="00CF37E1" w:rsidP="00DC6F4B">
            <w:pPr>
              <w:jc w:val="left"/>
              <w:rPr>
                <w:b/>
              </w:rPr>
            </w:pPr>
            <w:r>
              <w:rPr>
                <w:b/>
              </w:rPr>
              <w:t>NAZWA ZAMIERZENIA BUDOWLANEGO</w:t>
            </w:r>
            <w:r w:rsidR="00307403" w:rsidRPr="00131A86">
              <w:rPr>
                <w:b/>
              </w:rPr>
              <w:t>:</w:t>
            </w:r>
          </w:p>
        </w:tc>
        <w:sdt>
          <w:sdtPr>
            <w:alias w:val="Pełna nazwa obiektu wraz z lokalizacją"/>
            <w:tag w:val="Pełna nazwa obiektu wraz z lokalizacją"/>
            <w:id w:val="1170757881"/>
            <w:placeholder>
              <w:docPart w:val="8EC1A41BADD343CDBADDD8C4DC4B3F25"/>
            </w:placeholder>
          </w:sdtPr>
          <w:sdtEndPr/>
          <w:sdtContent>
            <w:tc>
              <w:tcPr>
                <w:tcW w:w="7608" w:type="dxa"/>
                <w:gridSpan w:val="5"/>
                <w:tcBorders>
                  <w:top w:val="single" w:sz="2" w:space="0" w:color="808080" w:themeColor="background1" w:themeShade="80"/>
                  <w:bottom w:val="single" w:sz="2" w:space="0" w:color="808080" w:themeColor="background1" w:themeShade="80"/>
                </w:tcBorders>
              </w:tcPr>
              <w:sdt>
                <w:sdtPr>
                  <w:alias w:val="Obiekt"/>
                  <w:tag w:val="Obiekt"/>
                  <w:id w:val="372901686"/>
                  <w:placeholder>
                    <w:docPart w:val="2A1E80E354FC4C2586C198B2BFFC1B17"/>
                  </w:placeholder>
                </w:sdtPr>
                <w:sdtEndPr/>
                <w:sdtContent>
                  <w:p w14:paraId="3D577EEE" w14:textId="4B45BCE5" w:rsidR="009718CF" w:rsidRDefault="00700C63" w:rsidP="005A5356">
                    <w:pPr>
                      <w:jc w:val="left"/>
                    </w:pPr>
                    <w:r w:rsidRPr="00700C63">
                      <w:t>BUDYNEK PRZYCHODNI (CENTRUM ZDROWIA PSYCHICZNEGO, ADMINISTRACJA PRZYCHODNI)</w:t>
                    </w:r>
                  </w:p>
                </w:sdtContent>
              </w:sdt>
            </w:tc>
          </w:sdtContent>
        </w:sdt>
      </w:tr>
      <w:tr w:rsidR="00074F01" w14:paraId="20BE5A63" w14:textId="77777777" w:rsidTr="00C3078C">
        <w:trPr>
          <w:trHeight w:val="280"/>
        </w:trPr>
        <w:tc>
          <w:tcPr>
            <w:tcW w:w="1860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</w:tcPr>
          <w:p w14:paraId="71701002" w14:textId="77777777" w:rsidR="00074F01" w:rsidRDefault="00074F01" w:rsidP="00DC6F4B">
            <w:pPr>
              <w:jc w:val="left"/>
              <w:rPr>
                <w:b/>
              </w:rPr>
            </w:pPr>
            <w:r>
              <w:rPr>
                <w:b/>
              </w:rPr>
              <w:t>TEMAT:</w:t>
            </w:r>
          </w:p>
        </w:tc>
        <w:tc>
          <w:tcPr>
            <w:tcW w:w="7608" w:type="dxa"/>
            <w:gridSpan w:val="5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</w:tcPr>
          <w:p w14:paraId="7322FFDB" w14:textId="4308549A" w:rsidR="00074F01" w:rsidRPr="00074F01" w:rsidRDefault="00727A0A" w:rsidP="005A535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Instalacje elektryczne </w:t>
            </w:r>
            <w:r w:rsidR="008C1CB4">
              <w:rPr>
                <w:b/>
                <w:bCs/>
              </w:rPr>
              <w:t>wewnętrzne</w:t>
            </w:r>
          </w:p>
        </w:tc>
      </w:tr>
      <w:tr w:rsidR="00D54E07" w14:paraId="64FEF9B4" w14:textId="77777777" w:rsidTr="00C3078C">
        <w:trPr>
          <w:trHeight w:val="132"/>
        </w:trPr>
        <w:tc>
          <w:tcPr>
            <w:tcW w:w="1860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</w:tcPr>
          <w:p w14:paraId="419E5C1C" w14:textId="77777777" w:rsidR="00D54E07" w:rsidRPr="00131A86" w:rsidRDefault="00CF37E1" w:rsidP="00210D0F">
            <w:pPr>
              <w:jc w:val="left"/>
              <w:rPr>
                <w:b/>
              </w:rPr>
            </w:pPr>
            <w:r>
              <w:rPr>
                <w:b/>
              </w:rPr>
              <w:t>ADRES I KATEGORIA OBIEKTU BUDOWLANEGO</w:t>
            </w:r>
            <w:r w:rsidR="006A55A0">
              <w:rPr>
                <w:b/>
              </w:rPr>
              <w:t>:</w:t>
            </w:r>
          </w:p>
        </w:tc>
        <w:tc>
          <w:tcPr>
            <w:tcW w:w="7608" w:type="dxa"/>
            <w:gridSpan w:val="5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</w:tcPr>
          <w:p w14:paraId="0B2EFDEE" w14:textId="15BF7932" w:rsidR="00CF37E1" w:rsidRDefault="00700C63" w:rsidP="0057419B">
            <w:pPr>
              <w:jc w:val="left"/>
            </w:pPr>
            <w:r>
              <w:t>D</w:t>
            </w:r>
            <w:r w:rsidRPr="00700C63">
              <w:t xml:space="preserve">z. nr 1818/2, Tuchów, gm. Tuchów, </w:t>
            </w:r>
            <w:proofErr w:type="spellStart"/>
            <w:r w:rsidRPr="00700C63">
              <w:t>identyf</w:t>
            </w:r>
            <w:proofErr w:type="spellEnd"/>
            <w:r w:rsidRPr="00700C63">
              <w:t>. działki: 121610_4.0001.1818/2</w:t>
            </w:r>
          </w:p>
          <w:p w14:paraId="2E731881" w14:textId="77777777" w:rsidR="00700C63" w:rsidRDefault="00700C63" w:rsidP="0057419B">
            <w:pPr>
              <w:jc w:val="left"/>
            </w:pPr>
          </w:p>
          <w:p w14:paraId="24D0454A" w14:textId="5C0E5F83" w:rsidR="00CF37E1" w:rsidRDefault="00CF37E1" w:rsidP="0057419B">
            <w:pPr>
              <w:jc w:val="left"/>
            </w:pPr>
            <w:r>
              <w:t xml:space="preserve">Kategoria obiektu budowlanego: </w:t>
            </w:r>
            <w:r w:rsidR="006A55A0">
              <w:t>X</w:t>
            </w:r>
            <w:r w:rsidR="00700C63">
              <w:t>I</w:t>
            </w:r>
          </w:p>
        </w:tc>
      </w:tr>
      <w:tr w:rsidR="00153A82" w14:paraId="2D646117" w14:textId="77777777" w:rsidTr="00C3078C">
        <w:trPr>
          <w:trHeight w:val="375"/>
        </w:trPr>
        <w:tc>
          <w:tcPr>
            <w:tcW w:w="96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A3A3"/>
            <w:vAlign w:val="center"/>
          </w:tcPr>
          <w:p w14:paraId="04B4724A" w14:textId="77777777" w:rsidR="00153A82" w:rsidRPr="00153A82" w:rsidRDefault="00153A82" w:rsidP="00153A8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Zespół autorski</w:t>
            </w:r>
          </w:p>
        </w:tc>
        <w:tc>
          <w:tcPr>
            <w:tcW w:w="1520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A3A3"/>
            <w:vAlign w:val="center"/>
          </w:tcPr>
          <w:p w14:paraId="199132CA" w14:textId="77777777" w:rsidR="00153A82" w:rsidRPr="00153A82" w:rsidRDefault="00153A82" w:rsidP="00153A82">
            <w:pPr>
              <w:jc w:val="center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Imię i nazwisko</w:t>
            </w:r>
          </w:p>
        </w:tc>
        <w:tc>
          <w:tcPr>
            <w:tcW w:w="273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A3A3"/>
            <w:vAlign w:val="center"/>
          </w:tcPr>
          <w:p w14:paraId="725621CF" w14:textId="77777777" w:rsidR="00153A82" w:rsidRPr="00153A82" w:rsidRDefault="00153A82" w:rsidP="00153A82">
            <w:pPr>
              <w:jc w:val="center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Specjalność i numer uprawnień budowlanych</w:t>
            </w:r>
          </w:p>
        </w:tc>
        <w:tc>
          <w:tcPr>
            <w:tcW w:w="105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A3A3"/>
            <w:vAlign w:val="center"/>
          </w:tcPr>
          <w:p w14:paraId="6D5BE567" w14:textId="77777777" w:rsidR="00153A82" w:rsidRPr="00153A82" w:rsidRDefault="00153A82" w:rsidP="00153A82">
            <w:pPr>
              <w:jc w:val="center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Zakres opracowania</w:t>
            </w:r>
          </w:p>
        </w:tc>
        <w:tc>
          <w:tcPr>
            <w:tcW w:w="105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A3A3"/>
            <w:vAlign w:val="center"/>
          </w:tcPr>
          <w:p w14:paraId="797C8D23" w14:textId="77777777" w:rsidR="00153A82" w:rsidRPr="00153A82" w:rsidRDefault="00153A82" w:rsidP="00153A82">
            <w:pPr>
              <w:jc w:val="center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Data opracowania</w:t>
            </w:r>
          </w:p>
        </w:tc>
        <w:tc>
          <w:tcPr>
            <w:tcW w:w="214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A3A3"/>
            <w:vAlign w:val="center"/>
          </w:tcPr>
          <w:p w14:paraId="3A3F6722" w14:textId="77777777" w:rsidR="00153A82" w:rsidRPr="00153A82" w:rsidRDefault="00153A82" w:rsidP="00153A82">
            <w:pPr>
              <w:jc w:val="center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Podpis</w:t>
            </w:r>
          </w:p>
        </w:tc>
      </w:tr>
      <w:tr w:rsidR="00355976" w14:paraId="3FB99702" w14:textId="77777777" w:rsidTr="00C3078C">
        <w:trPr>
          <w:trHeight w:val="573"/>
        </w:trPr>
        <w:tc>
          <w:tcPr>
            <w:tcW w:w="96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EED6BBF" w14:textId="77777777" w:rsidR="00153A82" w:rsidRPr="00153A82" w:rsidRDefault="00153A82" w:rsidP="00355976">
            <w:pPr>
              <w:jc w:val="left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Projektant</w:t>
            </w:r>
          </w:p>
        </w:tc>
        <w:tc>
          <w:tcPr>
            <w:tcW w:w="1520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54B67A8" w14:textId="77777777" w:rsidR="00153A82" w:rsidRPr="00153A82" w:rsidRDefault="00153A82" w:rsidP="001060CA">
            <w:pPr>
              <w:jc w:val="left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mgr inż.</w:t>
            </w:r>
            <w:r w:rsidRPr="00153A82">
              <w:rPr>
                <w:bCs/>
                <w:sz w:val="18"/>
                <w:szCs w:val="18"/>
              </w:rPr>
              <w:br/>
              <w:t>Krzysztof Filipak</w:t>
            </w:r>
          </w:p>
        </w:tc>
        <w:tc>
          <w:tcPr>
            <w:tcW w:w="273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8D4A02C" w14:textId="77777777" w:rsidR="00153A82" w:rsidRPr="00BD2ED5" w:rsidRDefault="00926990" w:rsidP="00BD2ED5">
            <w:pPr>
              <w:jc w:val="left"/>
              <w:rPr>
                <w:bCs/>
                <w:sz w:val="14"/>
                <w:szCs w:val="14"/>
              </w:rPr>
            </w:pPr>
            <w:r w:rsidRPr="00BD2ED5">
              <w:rPr>
                <w:bCs/>
                <w:sz w:val="14"/>
                <w:szCs w:val="14"/>
              </w:rPr>
              <w:t>Do projektowania i kierowania robotami budowlanymi bez ograniczeń w specjalności instalacyjnej w zakresie sieci, instalacji urządzeń elektrycznych i elektroenergetycznych</w:t>
            </w:r>
          </w:p>
          <w:p w14:paraId="4011B9D6" w14:textId="77777777" w:rsidR="00153A82" w:rsidRPr="00153A82" w:rsidRDefault="00355976" w:rsidP="001060CA">
            <w:pPr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</w:t>
            </w:r>
            <w:r w:rsidR="00153A82">
              <w:rPr>
                <w:bCs/>
                <w:sz w:val="18"/>
                <w:szCs w:val="18"/>
              </w:rPr>
              <w:t xml:space="preserve">r </w:t>
            </w:r>
            <w:r w:rsidR="00153A82" w:rsidRPr="00153A82">
              <w:rPr>
                <w:bCs/>
                <w:sz w:val="18"/>
                <w:szCs w:val="18"/>
              </w:rPr>
              <w:t>MAP/0131/PWOE/06</w:t>
            </w:r>
          </w:p>
        </w:tc>
        <w:tc>
          <w:tcPr>
            <w:tcW w:w="105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3131845" w14:textId="77777777" w:rsidR="00153A82" w:rsidRPr="00153A82" w:rsidRDefault="00153A82" w:rsidP="00355976">
            <w:pPr>
              <w:jc w:val="center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Branża elektryczna</w:t>
            </w:r>
          </w:p>
        </w:tc>
        <w:tc>
          <w:tcPr>
            <w:tcW w:w="105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E96B429" w14:textId="137C6B1E" w:rsidR="00153A82" w:rsidRPr="00153A82" w:rsidRDefault="00AB7D4C" w:rsidP="0035597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4D5005">
              <w:rPr>
                <w:bCs/>
                <w:sz w:val="18"/>
                <w:szCs w:val="18"/>
              </w:rPr>
              <w:t>1</w:t>
            </w:r>
            <w:r w:rsidR="00153A82">
              <w:rPr>
                <w:bCs/>
                <w:sz w:val="18"/>
                <w:szCs w:val="18"/>
              </w:rPr>
              <w:t>.202</w:t>
            </w:r>
            <w:r w:rsidR="00700C63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14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68A3900" w14:textId="77777777" w:rsidR="00153A82" w:rsidRPr="00153A82" w:rsidRDefault="00153A82" w:rsidP="00355976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26990" w14:paraId="609BCB79" w14:textId="77777777" w:rsidTr="00C3078C">
        <w:trPr>
          <w:trHeight w:val="573"/>
        </w:trPr>
        <w:tc>
          <w:tcPr>
            <w:tcW w:w="96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DE2F1AE" w14:textId="77777777" w:rsidR="00926990" w:rsidRPr="00153A82" w:rsidRDefault="00926990" w:rsidP="00355976">
            <w:pPr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Opracował</w:t>
            </w:r>
          </w:p>
        </w:tc>
        <w:tc>
          <w:tcPr>
            <w:tcW w:w="1520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65E84C4" w14:textId="77777777" w:rsidR="00355976" w:rsidRDefault="00355976" w:rsidP="001060CA">
            <w:pPr>
              <w:jc w:val="left"/>
              <w:rPr>
                <w:bCs/>
                <w:sz w:val="18"/>
                <w:szCs w:val="18"/>
              </w:rPr>
            </w:pPr>
          </w:p>
          <w:p w14:paraId="431823E7" w14:textId="77777777" w:rsidR="00BD2ED5" w:rsidRDefault="00BD2ED5" w:rsidP="001060CA">
            <w:pPr>
              <w:jc w:val="left"/>
              <w:rPr>
                <w:bCs/>
                <w:sz w:val="18"/>
                <w:szCs w:val="18"/>
              </w:rPr>
            </w:pPr>
          </w:p>
          <w:p w14:paraId="10262073" w14:textId="77777777" w:rsidR="00355976" w:rsidRPr="00153A82" w:rsidRDefault="00355976" w:rsidP="001060CA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273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1B792DA" w14:textId="77777777" w:rsidR="00926990" w:rsidRPr="00926990" w:rsidRDefault="00926990" w:rsidP="001060CA">
            <w:pPr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A897C15" w14:textId="77777777" w:rsidR="00926990" w:rsidRPr="00153A82" w:rsidRDefault="00926990" w:rsidP="00153A8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769DEAA" w14:textId="77777777" w:rsidR="00926990" w:rsidRDefault="00926990" w:rsidP="001060CA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38FD99B" w14:textId="77777777" w:rsidR="00926990" w:rsidRPr="00153A82" w:rsidRDefault="00926990" w:rsidP="001060CA">
            <w:pPr>
              <w:jc w:val="left"/>
              <w:rPr>
                <w:bCs/>
                <w:sz w:val="18"/>
                <w:szCs w:val="18"/>
              </w:rPr>
            </w:pPr>
          </w:p>
        </w:tc>
      </w:tr>
      <w:tr w:rsidR="00C3078C" w14:paraId="3555DD41" w14:textId="77777777" w:rsidTr="00C3078C">
        <w:trPr>
          <w:trHeight w:val="573"/>
        </w:trPr>
        <w:tc>
          <w:tcPr>
            <w:tcW w:w="96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3D9DBB0" w14:textId="77777777" w:rsidR="00C3078C" w:rsidRPr="00153A82" w:rsidRDefault="00C3078C" w:rsidP="00C3078C">
            <w:pPr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Sprawdził</w:t>
            </w:r>
          </w:p>
        </w:tc>
        <w:tc>
          <w:tcPr>
            <w:tcW w:w="1520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7CDDD01" w14:textId="77777777" w:rsidR="00C3078C" w:rsidRPr="00153A82" w:rsidRDefault="00C3078C" w:rsidP="00C3078C">
            <w:pPr>
              <w:jc w:val="left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mgr inż.</w:t>
            </w:r>
            <w:r w:rsidRPr="00153A82">
              <w:rPr>
                <w:bCs/>
                <w:sz w:val="18"/>
                <w:szCs w:val="18"/>
              </w:rPr>
              <w:br/>
            </w:r>
            <w:r>
              <w:rPr>
                <w:bCs/>
                <w:sz w:val="18"/>
                <w:szCs w:val="18"/>
              </w:rPr>
              <w:t>Łukasz Karaś</w:t>
            </w:r>
          </w:p>
        </w:tc>
        <w:tc>
          <w:tcPr>
            <w:tcW w:w="273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FA4690C" w14:textId="77777777" w:rsidR="00C3078C" w:rsidRPr="00BD2ED5" w:rsidRDefault="00C3078C" w:rsidP="00C3078C">
            <w:pPr>
              <w:jc w:val="left"/>
              <w:rPr>
                <w:bCs/>
                <w:sz w:val="14"/>
                <w:szCs w:val="14"/>
              </w:rPr>
            </w:pPr>
            <w:r w:rsidRPr="00BD2ED5">
              <w:rPr>
                <w:bCs/>
                <w:sz w:val="14"/>
                <w:szCs w:val="14"/>
              </w:rPr>
              <w:t>Do projektowania i kierowania robotami budowlanymi bez ograniczeń w specjalności instalacyjnej w zakresie sieci,</w:t>
            </w:r>
            <w:r w:rsidR="00C801DF">
              <w:rPr>
                <w:bCs/>
                <w:sz w:val="14"/>
                <w:szCs w:val="14"/>
              </w:rPr>
              <w:t xml:space="preserve"> </w:t>
            </w:r>
            <w:r w:rsidRPr="00BD2ED5">
              <w:rPr>
                <w:bCs/>
                <w:sz w:val="14"/>
                <w:szCs w:val="14"/>
              </w:rPr>
              <w:t>instalacji urządzeń elektrycznych i elektroenergetycznych</w:t>
            </w:r>
          </w:p>
          <w:p w14:paraId="415ECA99" w14:textId="77777777" w:rsidR="00C3078C" w:rsidRPr="00926990" w:rsidRDefault="00C3078C" w:rsidP="00C3078C">
            <w:pPr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8"/>
                <w:szCs w:val="18"/>
              </w:rPr>
              <w:t xml:space="preserve">nr </w:t>
            </w:r>
            <w:r w:rsidRPr="00153A82">
              <w:rPr>
                <w:bCs/>
                <w:sz w:val="18"/>
                <w:szCs w:val="18"/>
              </w:rPr>
              <w:t>MAP/0</w:t>
            </w:r>
            <w:r>
              <w:rPr>
                <w:bCs/>
                <w:sz w:val="18"/>
                <w:szCs w:val="18"/>
              </w:rPr>
              <w:t>045</w:t>
            </w:r>
            <w:r w:rsidRPr="00153A82">
              <w:rPr>
                <w:bCs/>
                <w:sz w:val="18"/>
                <w:szCs w:val="18"/>
              </w:rPr>
              <w:t>/PW</w:t>
            </w:r>
            <w:r>
              <w:rPr>
                <w:bCs/>
                <w:sz w:val="18"/>
                <w:szCs w:val="18"/>
              </w:rPr>
              <w:t>B</w:t>
            </w:r>
            <w:r w:rsidRPr="00153A82">
              <w:rPr>
                <w:bCs/>
                <w:sz w:val="18"/>
                <w:szCs w:val="18"/>
              </w:rPr>
              <w:t>E/</w:t>
            </w:r>
            <w:r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105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C8F363B" w14:textId="77777777" w:rsidR="00C3078C" w:rsidRPr="00153A82" w:rsidRDefault="00C3078C" w:rsidP="00C3078C">
            <w:pPr>
              <w:jc w:val="center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Branża elektryczna</w:t>
            </w:r>
          </w:p>
        </w:tc>
        <w:tc>
          <w:tcPr>
            <w:tcW w:w="105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D206FCB" w14:textId="7B165A4D" w:rsidR="00C3078C" w:rsidRDefault="00AB7D4C" w:rsidP="00C3078C">
            <w:pPr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4D5005">
              <w:rPr>
                <w:bCs/>
                <w:sz w:val="18"/>
                <w:szCs w:val="18"/>
              </w:rPr>
              <w:t>1</w:t>
            </w:r>
            <w:r w:rsidR="00C3078C">
              <w:rPr>
                <w:bCs/>
                <w:sz w:val="18"/>
                <w:szCs w:val="18"/>
              </w:rPr>
              <w:t>.202</w:t>
            </w:r>
            <w:r w:rsidR="00700C63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14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06D8A0C" w14:textId="77777777" w:rsidR="00C3078C" w:rsidRPr="00153A82" w:rsidRDefault="00C3078C" w:rsidP="00C3078C">
            <w:pPr>
              <w:jc w:val="left"/>
              <w:rPr>
                <w:bCs/>
                <w:sz w:val="18"/>
                <w:szCs w:val="18"/>
              </w:rPr>
            </w:pPr>
          </w:p>
        </w:tc>
      </w:tr>
      <w:tr w:rsidR="00C3078C" w14:paraId="73539F31" w14:textId="77777777" w:rsidTr="00153A82">
        <w:trPr>
          <w:trHeight w:val="174"/>
        </w:trPr>
        <w:tc>
          <w:tcPr>
            <w:tcW w:w="9468" w:type="dxa"/>
            <w:gridSpan w:val="7"/>
            <w:tcBorders>
              <w:top w:val="single" w:sz="2" w:space="0" w:color="808080" w:themeColor="background1" w:themeShade="80"/>
            </w:tcBorders>
          </w:tcPr>
          <w:p w14:paraId="3A15D9DC" w14:textId="77777777" w:rsidR="00C3078C" w:rsidRPr="000643E2" w:rsidRDefault="00C3078C" w:rsidP="00C3078C">
            <w:pPr>
              <w:jc w:val="left"/>
              <w:rPr>
                <w:sz w:val="16"/>
                <w:szCs w:val="16"/>
              </w:rPr>
            </w:pPr>
            <w:r w:rsidRPr="000643E2">
              <w:rPr>
                <w:b/>
                <w:sz w:val="16"/>
                <w:szCs w:val="16"/>
              </w:rPr>
              <w:t>UZGODNIENIA, OPINIE:</w:t>
            </w:r>
          </w:p>
        </w:tc>
      </w:tr>
      <w:tr w:rsidR="00C3078C" w14:paraId="5D55AC19" w14:textId="77777777" w:rsidTr="00153A82">
        <w:trPr>
          <w:trHeight w:val="309"/>
        </w:trPr>
        <w:tc>
          <w:tcPr>
            <w:tcW w:w="9468" w:type="dxa"/>
            <w:gridSpan w:val="7"/>
            <w:tcBorders>
              <w:bottom w:val="nil"/>
            </w:tcBorders>
          </w:tcPr>
          <w:p w14:paraId="6A0F0592" w14:textId="77777777" w:rsidR="00C3078C" w:rsidRDefault="00C3078C" w:rsidP="00C3078C">
            <w:pPr>
              <w:jc w:val="left"/>
            </w:pPr>
          </w:p>
        </w:tc>
      </w:tr>
    </w:tbl>
    <w:p w14:paraId="3AB810CD" w14:textId="77777777" w:rsidR="00576ABE" w:rsidRDefault="00576ABE" w:rsidP="00A442C9">
      <w:r w:rsidRPr="00576ABE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2695A85" wp14:editId="5EC2762F">
                <wp:simplePos x="0" y="0"/>
                <wp:positionH relativeFrom="column">
                  <wp:posOffset>-128905</wp:posOffset>
                </wp:positionH>
                <wp:positionV relativeFrom="margin">
                  <wp:posOffset>7868920</wp:posOffset>
                </wp:positionV>
                <wp:extent cx="6371590" cy="732790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71590" cy="732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056"/>
                              <w:gridCol w:w="3431"/>
                              <w:gridCol w:w="3247"/>
                            </w:tblGrid>
                            <w:tr w:rsidR="00F86DDC" w14:paraId="685B6F38" w14:textId="77777777" w:rsidTr="004F25B0">
                              <w:trPr>
                                <w:trHeight w:val="441"/>
                              </w:trPr>
                              <w:tc>
                                <w:tcPr>
                                  <w:tcW w:w="6487" w:type="dxa"/>
                                  <w:gridSpan w:val="2"/>
                                </w:tcPr>
                                <w:p w14:paraId="0D75D55E" w14:textId="77777777" w:rsidR="00F86DDC" w:rsidRDefault="00F86DDC" w:rsidP="00576ABE">
                                  <w:pPr>
                                    <w:pStyle w:val="Dotyczy"/>
                                    <w:tabs>
                                      <w:tab w:val="left" w:pos="6715"/>
                                    </w:tabs>
                                  </w:pPr>
                                </w:p>
                              </w:tc>
                              <w:tc>
                                <w:tcPr>
                                  <w:tcW w:w="3247" w:type="dxa"/>
                                  <w:vMerge w:val="restart"/>
                                  <w:vAlign w:val="bottom"/>
                                </w:tcPr>
                                <w:p w14:paraId="7C8729CC" w14:textId="77A4859A" w:rsidR="00F86DDC" w:rsidRDefault="00F86DDC" w:rsidP="00210D0F">
                                  <w:pPr>
                                    <w:jc w:val="right"/>
                                  </w:pPr>
                                  <w:proofErr w:type="spellStart"/>
                                  <w:r w:rsidRPr="00F35A47">
                                    <w:t>Egz</w:t>
                                  </w:r>
                                  <w:proofErr w:type="spellEnd"/>
                                  <w:r w:rsidRPr="00F35A47">
                                    <w:t>:</w:t>
                                  </w:r>
                                  <w: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rStyle w:val="TytuZnak"/>
                                      </w:rPr>
                                      <w:alias w:val="Nr egz."/>
                                      <w:tag w:val="Nr egz."/>
                                      <w:id w:val="1603452632"/>
                                      <w:dropDownList>
                                        <w:listItem w:displayText="1" w:value="1"/>
                                        <w:listItem w:displayText="2" w:value="2"/>
                                        <w:listItem w:displayText="3" w:value="3"/>
                                        <w:listItem w:displayText="4" w:value="4"/>
                                        <w:listItem w:displayText="PDF" w:value="PDF"/>
                                        <w:listItem w:displayText="5" w:value="5"/>
                                        <w:listItem w:displayText="6" w:value="6"/>
                                        <w:listItem w:displayText="7" w:value="7"/>
                                        <w:listItem w:displayText="8" w:value="8"/>
                                        <w:listItem w:displayText="9" w:value="9"/>
                                      </w:dropDownList>
                                    </w:sdtPr>
                                    <w:sdtEndPr>
                                      <w:rPr>
                                        <w:rStyle w:val="TytuZnak"/>
                                      </w:rPr>
                                    </w:sdtEndPr>
                                    <w:sdtContent>
                                      <w:r w:rsidR="00161AF0">
                                        <w:rPr>
                                          <w:rStyle w:val="TytuZnak"/>
                                        </w:rPr>
                                        <w:t>PDF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F86DDC" w14:paraId="69735B5C" w14:textId="77777777" w:rsidTr="004F25B0">
                              <w:trPr>
                                <w:trHeight w:val="291"/>
                              </w:trPr>
                              <w:tc>
                                <w:tcPr>
                                  <w:tcW w:w="3056" w:type="dxa"/>
                                </w:tcPr>
                                <w:p w14:paraId="16C697C8" w14:textId="26A20280" w:rsidR="00F86DDC" w:rsidRDefault="00F86DDC" w:rsidP="00370448">
                                  <w:pPr>
                                    <w:jc w:val="left"/>
                                  </w:pPr>
                                  <w:r>
                                    <w:t xml:space="preserve">KOD: </w:t>
                                  </w:r>
                                  <w:sdt>
                                    <w:sdtPr>
                                      <w:alias w:val="Nr pisma"/>
                                      <w:tag w:val="Nr pisma"/>
                                      <w:id w:val="485448078"/>
                                    </w:sdtPr>
                                    <w:sdtEndPr/>
                                    <w:sdtContent>
                                      <w:r w:rsidR="00F1244F">
                                        <w:t>02124</w:t>
                                      </w:r>
                                      <w:r w:rsidR="004A2455">
                                        <w:t xml:space="preserve"> R00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431" w:type="dxa"/>
                                </w:tcPr>
                                <w:p w14:paraId="5BB97E5D" w14:textId="62501DE7" w:rsidR="00F86DDC" w:rsidRDefault="00F86DDC" w:rsidP="004F25B0">
                                  <w:pPr>
                                    <w:jc w:val="center"/>
                                  </w:pPr>
                                  <w:r>
                                    <w:t xml:space="preserve">Zbylitowska Góra, </w:t>
                                  </w:r>
                                  <w:sdt>
                                    <w:sdtPr>
                                      <w:alias w:val="Data projektu"/>
                                      <w:tag w:val="Data projektu"/>
                                      <w:id w:val="-1112431012"/>
                                      <w:date w:fullDate="2024-11-22T00:00:00Z">
                                        <w:dateFormat w:val="MMMM yyyy"/>
                                        <w:lid w:val="pl-PL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r w:rsidR="004D5005">
                                        <w:t>listopad 2024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247" w:type="dxa"/>
                                  <w:vMerge/>
                                </w:tcPr>
                                <w:p w14:paraId="7631A427" w14:textId="77777777" w:rsidR="00F86DDC" w:rsidRDefault="00F86DDC" w:rsidP="00CF37E1">
                                  <w:pPr>
                                    <w:pStyle w:val="Tytu"/>
                                  </w:pPr>
                                </w:p>
                              </w:tc>
                            </w:tr>
                          </w:tbl>
                          <w:p w14:paraId="0984C78B" w14:textId="77777777" w:rsidR="00F86DDC" w:rsidRDefault="00F86D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695A8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0.15pt;margin-top:619.6pt;width:501.7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" filled="f" stroked="f">
                <o:lock v:ext="edit" aspectratio="t"/>
                <v:textbox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056"/>
                        <w:gridCol w:w="3431"/>
                        <w:gridCol w:w="3247"/>
                      </w:tblGrid>
                      <w:tr w:rsidR="00F86DDC" w14:paraId="685B6F38" w14:textId="77777777" w:rsidTr="004F25B0">
                        <w:trPr>
                          <w:trHeight w:val="441"/>
                        </w:trPr>
                        <w:tc>
                          <w:tcPr>
                            <w:tcW w:w="6487" w:type="dxa"/>
                            <w:gridSpan w:val="2"/>
                          </w:tcPr>
                          <w:p w14:paraId="0D75D55E" w14:textId="77777777" w:rsidR="00F86DDC" w:rsidRDefault="00F86DDC" w:rsidP="00576ABE">
                            <w:pPr>
                              <w:pStyle w:val="Dotyczy"/>
                              <w:tabs>
                                <w:tab w:val="left" w:pos="6715"/>
                              </w:tabs>
                            </w:pPr>
                          </w:p>
                        </w:tc>
                        <w:tc>
                          <w:tcPr>
                            <w:tcW w:w="3247" w:type="dxa"/>
                            <w:vMerge w:val="restart"/>
                            <w:vAlign w:val="bottom"/>
                          </w:tcPr>
                          <w:p w14:paraId="7C8729CC" w14:textId="77A4859A" w:rsidR="00F86DDC" w:rsidRDefault="00F86DDC" w:rsidP="00210D0F">
                            <w:pPr>
                              <w:jc w:val="right"/>
                            </w:pPr>
                            <w:proofErr w:type="spellStart"/>
                            <w:r w:rsidRPr="00F35A47">
                              <w:t>Egz</w:t>
                            </w:r>
                            <w:proofErr w:type="spellEnd"/>
                            <w:r w:rsidRPr="00F35A47">
                              <w:t>: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rPr>
                                  <w:rStyle w:val="TytuZnak"/>
                                </w:rPr>
                                <w:alias w:val="Nr egz."/>
                                <w:tag w:val="Nr egz."/>
                                <w:id w:val="1603452632"/>
                                <w:dropDownList>
                                  <w:listItem w:displayText="1" w:value="1"/>
                                  <w:listItem w:displayText="2" w:value="2"/>
                                  <w:listItem w:displayText="3" w:value="3"/>
                                  <w:listItem w:displayText="4" w:value="4"/>
                                  <w:listItem w:displayText="PDF" w:value="PDF"/>
                                  <w:listItem w:displayText="5" w:value="5"/>
                                  <w:listItem w:displayText="6" w:value="6"/>
                                  <w:listItem w:displayText="7" w:value="7"/>
                                  <w:listItem w:displayText="8" w:value="8"/>
                                  <w:listItem w:displayText="9" w:value="9"/>
                                </w:dropDownList>
                              </w:sdtPr>
                              <w:sdtEndPr>
                                <w:rPr>
                                  <w:rStyle w:val="TytuZnak"/>
                                </w:rPr>
                              </w:sdtEndPr>
                              <w:sdtContent>
                                <w:r w:rsidR="00161AF0">
                                  <w:rPr>
                                    <w:rStyle w:val="TytuZnak"/>
                                  </w:rPr>
                                  <w:t>PDF</w:t>
                                </w:r>
                              </w:sdtContent>
                            </w:sdt>
                          </w:p>
                        </w:tc>
                      </w:tr>
                      <w:tr w:rsidR="00F86DDC" w14:paraId="69735B5C" w14:textId="77777777" w:rsidTr="004F25B0">
                        <w:trPr>
                          <w:trHeight w:val="291"/>
                        </w:trPr>
                        <w:tc>
                          <w:tcPr>
                            <w:tcW w:w="3056" w:type="dxa"/>
                          </w:tcPr>
                          <w:p w14:paraId="16C697C8" w14:textId="26A20280" w:rsidR="00F86DDC" w:rsidRDefault="00F86DDC" w:rsidP="00370448">
                            <w:pPr>
                              <w:jc w:val="left"/>
                            </w:pPr>
                            <w:r>
                              <w:t xml:space="preserve">KOD: </w:t>
                            </w:r>
                            <w:sdt>
                              <w:sdtPr>
                                <w:alias w:val="Nr pisma"/>
                                <w:tag w:val="Nr pisma"/>
                                <w:id w:val="485448078"/>
                              </w:sdtPr>
                              <w:sdtEndPr/>
                              <w:sdtContent>
                                <w:r w:rsidR="00F1244F">
                                  <w:t>02124</w:t>
                                </w:r>
                                <w:r w:rsidR="004A2455">
                                  <w:t xml:space="preserve"> R00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431" w:type="dxa"/>
                          </w:tcPr>
                          <w:p w14:paraId="5BB97E5D" w14:textId="62501DE7" w:rsidR="00F86DDC" w:rsidRDefault="00F86DDC" w:rsidP="004F25B0">
                            <w:pPr>
                              <w:jc w:val="center"/>
                            </w:pPr>
                            <w:r>
                              <w:t xml:space="preserve">Zbylitowska Góra, </w:t>
                            </w:r>
                            <w:sdt>
                              <w:sdtPr>
                                <w:alias w:val="Data projektu"/>
                                <w:tag w:val="Data projektu"/>
                                <w:id w:val="-1112431012"/>
                                <w:date w:fullDate="2024-11-22T00:00:00Z">
                                  <w:dateFormat w:val="MMMM yyyy"/>
                                  <w:lid w:val="pl-PL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4D5005">
                                  <w:t>listopad 2024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247" w:type="dxa"/>
                            <w:vMerge/>
                          </w:tcPr>
                          <w:p w14:paraId="7631A427" w14:textId="77777777" w:rsidR="00F86DDC" w:rsidRDefault="00F86DDC" w:rsidP="00CF37E1">
                            <w:pPr>
                              <w:pStyle w:val="Tytu"/>
                            </w:pPr>
                          </w:p>
                        </w:tc>
                      </w:tr>
                    </w:tbl>
                    <w:p w14:paraId="0984C78B" w14:textId="77777777" w:rsidR="00F86DDC" w:rsidRDefault="00F86DDC"/>
                  </w:txbxContent>
                </v:textbox>
                <w10:wrap anchory="margin"/>
                <w10:anchorlock/>
              </v:shape>
            </w:pict>
          </mc:Fallback>
        </mc:AlternateContent>
      </w:r>
    </w:p>
    <w:sectPr w:rsidR="00576ABE" w:rsidSect="003D06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73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36DC8" w14:textId="77777777" w:rsidR="003F36CF" w:rsidRDefault="003F36CF" w:rsidP="009702BF">
      <w:pPr>
        <w:spacing w:after="0" w:line="240" w:lineRule="auto"/>
      </w:pPr>
      <w:r>
        <w:separator/>
      </w:r>
    </w:p>
  </w:endnote>
  <w:endnote w:type="continuationSeparator" w:id="0">
    <w:p w14:paraId="56F6CE97" w14:textId="77777777" w:rsidR="003F36CF" w:rsidRDefault="003F36CF" w:rsidP="00970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F6D0B" w14:textId="77777777" w:rsidR="00BD2ED5" w:rsidRDefault="00BD2E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D3AEA" w14:textId="77777777" w:rsidR="00F86DDC" w:rsidRDefault="00F86DDC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5CB121" wp14:editId="0B0429B1">
              <wp:simplePos x="0" y="0"/>
              <wp:positionH relativeFrom="column">
                <wp:posOffset>4166042</wp:posOffset>
              </wp:positionH>
              <wp:positionV relativeFrom="paragraph">
                <wp:posOffset>41275</wp:posOffset>
              </wp:positionV>
              <wp:extent cx="1901825" cy="565785"/>
              <wp:effectExtent l="0" t="0" r="3175" b="5715"/>
              <wp:wrapNone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1825" cy="565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5CB5A6" w14:textId="77777777" w:rsidR="00F86DDC" w:rsidRDefault="00F86DDC" w:rsidP="007739D0">
                          <w:pPr>
                            <w:pStyle w:val="Nagweklogo"/>
                            <w:jc w:val="right"/>
                          </w:pPr>
                          <w:r>
                            <w:t>Adres:</w:t>
                          </w:r>
                        </w:p>
                        <w:p w14:paraId="29B16BDC" w14:textId="77777777" w:rsidR="00F86DDC" w:rsidRDefault="00F86DDC" w:rsidP="000102E9">
                          <w:pPr>
                            <w:pStyle w:val="Nagweklogo"/>
                            <w:jc w:val="right"/>
                          </w:pPr>
                          <w:r>
                            <w:t>Zbylitowska Góra, ul. Dalsza 20</w:t>
                          </w:r>
                        </w:p>
                        <w:p w14:paraId="1683B200" w14:textId="77777777" w:rsidR="00F86DDC" w:rsidRPr="000102E9" w:rsidRDefault="00F86DDC" w:rsidP="000102E9">
                          <w:pPr>
                            <w:pStyle w:val="Nagweklogo"/>
                            <w:jc w:val="right"/>
                          </w:pPr>
                          <w:r>
                            <w:t>33-113 Zgłobice</w:t>
                          </w:r>
                        </w:p>
                      </w:txbxContent>
                    </wps:txbx>
                    <wps:bodyPr rot="0" vert="horz" wrap="square" lIns="36000" tIns="0" rIns="3600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5CB12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28.05pt;margin-top:3.25pt;width:149.75pt;height:44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" filled="f" stroked="f">
              <v:textbox inset="1mm,0,1mm,0">
                <w:txbxContent>
                  <w:p w14:paraId="325CB5A6" w14:textId="77777777" w:rsidR="00F86DDC" w:rsidRDefault="00F86DDC" w:rsidP="007739D0">
                    <w:pPr>
                      <w:pStyle w:val="Nagweklogo"/>
                      <w:jc w:val="right"/>
                    </w:pPr>
                    <w:r>
                      <w:t>Adres:</w:t>
                    </w:r>
                  </w:p>
                  <w:p w14:paraId="29B16BDC" w14:textId="77777777" w:rsidR="00F86DDC" w:rsidRDefault="00F86DDC" w:rsidP="000102E9">
                    <w:pPr>
                      <w:pStyle w:val="Nagweklogo"/>
                      <w:jc w:val="right"/>
                    </w:pPr>
                    <w:r>
                      <w:t>Zbylitowska Góra, ul. Dalsza 20</w:t>
                    </w:r>
                  </w:p>
                  <w:p w14:paraId="1683B200" w14:textId="77777777" w:rsidR="00F86DDC" w:rsidRPr="000102E9" w:rsidRDefault="00F86DDC" w:rsidP="000102E9">
                    <w:pPr>
                      <w:pStyle w:val="Nagweklogo"/>
                      <w:jc w:val="right"/>
                    </w:pPr>
                    <w:r>
                      <w:t>33-113 Zgłobice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39C01197" wp14:editId="186FA0BB">
          <wp:simplePos x="0" y="0"/>
          <wp:positionH relativeFrom="page">
            <wp:align>left</wp:align>
          </wp:positionH>
          <wp:positionV relativeFrom="page">
            <wp:posOffset>9504000</wp:posOffset>
          </wp:positionV>
          <wp:extent cx="7547610" cy="1205230"/>
          <wp:effectExtent l="0" t="0" r="0" b="0"/>
          <wp:wrapNone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_firmowy_bot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40" b="-1240"/>
                  <a:stretch/>
                </pic:blipFill>
                <pic:spPr bwMode="auto">
                  <a:xfrm>
                    <a:off x="0" y="0"/>
                    <a:ext cx="7550812" cy="12058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9F294" w14:textId="77777777" w:rsidR="00F86DDC" w:rsidRDefault="00F86D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A3332" w14:textId="77777777" w:rsidR="00BD2ED5" w:rsidRDefault="00BD2E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A1213" w14:textId="77777777" w:rsidR="003F36CF" w:rsidRDefault="003F36CF" w:rsidP="009702BF">
      <w:pPr>
        <w:spacing w:after="0" w:line="240" w:lineRule="auto"/>
      </w:pPr>
      <w:r>
        <w:separator/>
      </w:r>
    </w:p>
  </w:footnote>
  <w:footnote w:type="continuationSeparator" w:id="0">
    <w:p w14:paraId="75F38ACB" w14:textId="77777777" w:rsidR="003F36CF" w:rsidRDefault="003F36CF" w:rsidP="00970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A2CF8" w14:textId="77777777" w:rsidR="00BD2ED5" w:rsidRDefault="00BD2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8B377" w14:textId="77777777" w:rsidR="00F86DDC" w:rsidRDefault="00F86DDC" w:rsidP="009702BF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94B9AB9" wp14:editId="547B86B2">
          <wp:simplePos x="0" y="0"/>
          <wp:positionH relativeFrom="page">
            <wp:posOffset>-9525</wp:posOffset>
          </wp:positionH>
          <wp:positionV relativeFrom="page">
            <wp:align>top</wp:align>
          </wp:positionV>
          <wp:extent cx="7594600" cy="1451579"/>
          <wp:effectExtent l="0" t="0" r="6350" b="0"/>
          <wp:wrapNone/>
          <wp:docPr id="3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_firmowy_to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049" cy="14510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    </w:t>
    </w:r>
  </w:p>
  <w:p w14:paraId="61C9BB17" w14:textId="77777777" w:rsidR="00F86DDC" w:rsidRDefault="00F86DDC" w:rsidP="009702BF">
    <w:pPr>
      <w:pStyle w:val="Nagwek"/>
    </w:pPr>
  </w:p>
  <w:p w14:paraId="131B39B3" w14:textId="77777777" w:rsidR="00F86DDC" w:rsidRDefault="00F86DDC" w:rsidP="009702BF">
    <w:pPr>
      <w:pStyle w:val="Nagwek"/>
    </w:pPr>
  </w:p>
  <w:p w14:paraId="1681416D" w14:textId="77777777" w:rsidR="00F86DDC" w:rsidRDefault="00F86DDC" w:rsidP="009702B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1EB2C30" wp14:editId="560AF8E4">
              <wp:simplePos x="0" y="0"/>
              <wp:positionH relativeFrom="column">
                <wp:posOffset>1171746</wp:posOffset>
              </wp:positionH>
              <wp:positionV relativeFrom="page">
                <wp:posOffset>928370</wp:posOffset>
              </wp:positionV>
              <wp:extent cx="2101755" cy="402609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101755" cy="4026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EB087E" w14:textId="77777777" w:rsidR="00F86DDC" w:rsidRPr="000102E9" w:rsidRDefault="00F86DDC" w:rsidP="000102E9">
                          <w:pPr>
                            <w:pStyle w:val="Nagweklogo"/>
                          </w:pPr>
                          <w:r w:rsidRPr="000102E9">
                            <w:t>Projektowanie, kierowanie, nadzór</w:t>
                          </w:r>
                        </w:p>
                        <w:p w14:paraId="55B1B931" w14:textId="77777777" w:rsidR="00F86DDC" w:rsidRPr="000102E9" w:rsidRDefault="00F86DDC" w:rsidP="000102E9">
                          <w:pPr>
                            <w:pStyle w:val="Nagweklogo"/>
                          </w:pPr>
                          <w:r w:rsidRPr="000102E9">
                            <w:t>w branży elektrycznej i energetycznej</w:t>
                          </w:r>
                        </w:p>
                      </w:txbxContent>
                    </wps:txbx>
                    <wps:bodyPr rot="0" vert="horz" wrap="square" lIns="36000" tIns="36000" rIns="36000" bIns="3600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1EB2C3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92.25pt;margin-top:73.1pt;width:165.5pt;height:31.7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" filled="f" stroked="f">
              <o:lock v:ext="edit" aspectratio="t"/>
              <v:textbox style="mso-fit-shape-to-text:t" inset="1mm,1mm,1mm,1mm">
                <w:txbxContent>
                  <w:p w14:paraId="6AEB087E" w14:textId="77777777" w:rsidR="00F86DDC" w:rsidRPr="000102E9" w:rsidRDefault="00F86DDC" w:rsidP="000102E9">
                    <w:pPr>
                      <w:pStyle w:val="Nagweklogo"/>
                    </w:pPr>
                    <w:r w:rsidRPr="000102E9">
                      <w:t>Projektowanie, kierowanie, nadzór</w:t>
                    </w:r>
                  </w:p>
                  <w:p w14:paraId="55B1B931" w14:textId="77777777" w:rsidR="00F86DDC" w:rsidRPr="000102E9" w:rsidRDefault="00F86DDC" w:rsidP="000102E9">
                    <w:pPr>
                      <w:pStyle w:val="Nagweklogo"/>
                    </w:pPr>
                    <w:r w:rsidRPr="000102E9">
                      <w:t>w branży elektrycznej i energetycznej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7DFB194B" wp14:editId="2506439D">
              <wp:simplePos x="0" y="0"/>
              <wp:positionH relativeFrom="column">
                <wp:posOffset>4055110</wp:posOffset>
              </wp:positionH>
              <wp:positionV relativeFrom="page">
                <wp:posOffset>929640</wp:posOffset>
              </wp:positionV>
              <wp:extent cx="2012950" cy="565785"/>
              <wp:effectExtent l="0" t="0" r="6350" b="9525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950" cy="565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75EC86" w14:textId="77777777" w:rsidR="00F86DDC" w:rsidRPr="003A339E" w:rsidRDefault="00F86DDC" w:rsidP="000102E9">
                          <w:pPr>
                            <w:pStyle w:val="Nagweklogo"/>
                            <w:jc w:val="right"/>
                            <w:rPr>
                              <w:lang w:val="en-US"/>
                            </w:rPr>
                          </w:pPr>
                          <w:r w:rsidRPr="003A339E">
                            <w:rPr>
                              <w:lang w:val="en-US"/>
                            </w:rPr>
                            <w:t>M: 508 224 889</w:t>
                          </w:r>
                        </w:p>
                        <w:p w14:paraId="24FFB9F5" w14:textId="77777777" w:rsidR="00F86DDC" w:rsidRPr="003A339E" w:rsidRDefault="00F86DDC" w:rsidP="000102E9">
                          <w:pPr>
                            <w:pStyle w:val="Nagweklogo"/>
                            <w:jc w:val="right"/>
                            <w:rPr>
                              <w:lang w:val="en-US"/>
                            </w:rPr>
                          </w:pPr>
                          <w:r w:rsidRPr="003A339E">
                            <w:rPr>
                              <w:lang w:val="en-US"/>
                            </w:rPr>
                            <w:t>e-mail: krzysztof.filipak@filipak.com.pl</w:t>
                          </w:r>
                        </w:p>
                      </w:txbxContent>
                    </wps:txbx>
                    <wps:bodyPr rot="0" vert="horz" wrap="square" lIns="36000" tIns="36000" rIns="36000" bIns="3600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DFB194B" id="_x0000_s1028" type="#_x0000_t202" style="position:absolute;left:0;text-align:left;margin-left:319.3pt;margin-top:73.2pt;width:158.5pt;height:44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" filled="f" stroked="f">
              <v:textbox style="mso-fit-shape-to-text:t" inset="1mm,1mm,1mm,1mm">
                <w:txbxContent>
                  <w:p w14:paraId="7675EC86" w14:textId="77777777" w:rsidR="00F86DDC" w:rsidRPr="003A339E" w:rsidRDefault="00F86DDC" w:rsidP="000102E9">
                    <w:pPr>
                      <w:pStyle w:val="Nagweklogo"/>
                      <w:jc w:val="right"/>
                      <w:rPr>
                        <w:lang w:val="en-US"/>
                      </w:rPr>
                    </w:pPr>
                    <w:r w:rsidRPr="003A339E">
                      <w:rPr>
                        <w:lang w:val="en-US"/>
                      </w:rPr>
                      <w:t>M: 508 224 889</w:t>
                    </w:r>
                  </w:p>
                  <w:p w14:paraId="24FFB9F5" w14:textId="77777777" w:rsidR="00F86DDC" w:rsidRPr="003A339E" w:rsidRDefault="00F86DDC" w:rsidP="000102E9">
                    <w:pPr>
                      <w:pStyle w:val="Nagweklogo"/>
                      <w:jc w:val="right"/>
                      <w:rPr>
                        <w:lang w:val="en-US"/>
                      </w:rPr>
                    </w:pPr>
                    <w:r w:rsidRPr="003A339E">
                      <w:rPr>
                        <w:lang w:val="en-US"/>
                      </w:rPr>
                      <w:t>e-mail: krzysztof.filipak@filipak.com.pl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  <w:p w14:paraId="77B7AB51" w14:textId="77777777" w:rsidR="00F86DDC" w:rsidRDefault="00F86DDC" w:rsidP="009702BF">
    <w:pPr>
      <w:pStyle w:val="Nagwek"/>
    </w:pPr>
  </w:p>
  <w:p w14:paraId="5C342F85" w14:textId="77777777" w:rsidR="00F86DDC" w:rsidRDefault="00F86DDC" w:rsidP="009702BF">
    <w:pPr>
      <w:pStyle w:val="Nagwek"/>
    </w:pPr>
  </w:p>
  <w:p w14:paraId="590FED23" w14:textId="77777777" w:rsidR="00F86DDC" w:rsidRPr="009702BF" w:rsidRDefault="00F86DDC" w:rsidP="009702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09D4E" w14:textId="77777777" w:rsidR="00BD2ED5" w:rsidRDefault="00BD2E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A6626"/>
    <w:multiLevelType w:val="hybridMultilevel"/>
    <w:tmpl w:val="FE6E8A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944949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ne:recipientData>
    <wne:active wne:val="1"/>
    <wne:hash wne:val="49"/>
  </wne:recipientData>
  <wne:recipientData>
    <wne:active wne:val="1"/>
    <wne:hash wne:val="50"/>
  </wne:recipientData>
  <wne:recipientData>
    <wne:active wne:val="1"/>
    <wne:hash wne:val="51"/>
  </wne:recipientData>
  <wne:recipientData>
    <wne:active wne:val="1"/>
    <wne:hash wne:val="52"/>
  </wne:recipientData>
  <wne:recipientData>
    <wne:active wne:val="1"/>
    <wne:hash wne:val="53"/>
  </wne:recipientData>
  <wne:recipientData>
    <wne:active wne:val="1"/>
    <wne:hash wne:val="54"/>
  </wne:recipientData>
  <wne:recipientData>
    <wne:active wne:val="1"/>
    <wne:hash wne:val="55"/>
  </wne:recipientData>
  <wne:recipientData>
    <wne:active wne:val="1"/>
    <wne:hash wne:val="56"/>
  </wne:recipientData>
  <wne:recipientData>
    <wne:active wne:val="1"/>
    <wne:hash wne:val="57"/>
  </wne:recipientData>
  <wne:recipientData>
    <wne:active wne:val="1"/>
    <wne:hash wne:val="3145777"/>
  </wne:recipientData>
  <wne:recipientData>
    <wne:active wne:val="1"/>
    <wne:hash wne:val="3211313"/>
  </wne:recipientData>
  <wne:recipientData>
    <wne:active wne:val="1"/>
    <wne:hash wne:val="3276849"/>
  </wne:recipientData>
  <wne:recipientData>
    <wne:active wne:val="1"/>
    <wne:hash wne:val="3342385"/>
  </wne:recipientData>
  <wne:recipientData>
    <wne:active wne:val="1"/>
    <wne:hash wne:val="3407921"/>
  </wne:recipientData>
  <wne:recipientData>
    <wne:active wne:val="1"/>
    <wne:hash wne:val="3473457"/>
  </wne:recipientData>
  <wne:recipientData>
    <wne:active wne:val="1"/>
    <wne:hash wne:val="3538993"/>
  </wne:recipientData>
  <wne:recipientData>
    <wne:active wne:val="1"/>
    <wne:hash wne:val="3604529"/>
  </wne:recipientData>
  <wne:recipientData>
    <wne:active wne:val="1"/>
    <wne:hash wne:val="3670065"/>
  </wne:recipientData>
  <wne:recipientData>
    <wne:active wne:val="1"/>
    <wne:hash wne:val="3735601"/>
  </wne:recipientData>
  <wne:recipientData>
    <wne:active wne:val="1"/>
    <wne:hash wne:val="3145778"/>
  </wne:recipientData>
  <wne:recipientData>
    <wne:active wne:val="1"/>
    <wne:hash wne:val="3211314"/>
  </wne:recipientData>
  <wne:recipientData>
    <wne:active wne:val="1"/>
    <wne:hash wne:val="3276850"/>
  </wne:recipientData>
  <wne:recipientData>
    <wne:active wne:val="1"/>
    <wne:hash wne:val="3342386"/>
  </wne:recipientData>
  <wne:recipientData>
    <wne:active wne:val="1"/>
    <wne:hash wne:val="3407922"/>
  </wne:recipientData>
  <wne:recipientData>
    <wne:active wne:val="1"/>
    <wne:hash wne:val="3473458"/>
  </wne:recipientData>
  <wne:recipientData>
    <wne:active wne:val="1"/>
    <wne:hash wne:val="3538994"/>
  </wne:recipientData>
  <wne:recipientData>
    <wne:active wne:val="1"/>
    <wne:hash wne:val="3604530"/>
  </wne:recipientData>
  <wne:recipientData>
    <wne:active wne:val="1"/>
    <wne:hash wne:val="3670066"/>
  </wne:recipientData>
  <wne:recipientData>
    <wne:active wne:val="1"/>
    <wne:hash wne:val="3735602"/>
  </wne:recipientData>
  <wne:recipientData>
    <wne:active wne:val="1"/>
    <wne:hash wne:val="3145779"/>
  </wne:recipientData>
  <wne:recipientData>
    <wne:active wne:val="1"/>
    <wne:hash wne:val="3211315"/>
  </wne:recipientData>
  <wne:recipientData>
    <wne:active wne:val="1"/>
    <wne:hash wne:val="3276851"/>
  </wne:recipientData>
  <wne:recipientData>
    <wne:active wne:val="1"/>
    <wne:hash wne:val="3342387"/>
  </wne:recipientData>
  <wne:recipientData>
    <wne:active wne:val="1"/>
    <wne:hash wne:val="3407923"/>
  </wne:recipientData>
  <wne:recipientData>
    <wne:active wne:val="1"/>
    <wne:hash wne:val="3473459"/>
  </wne:recipientData>
  <wne:recipientData>
    <wne:active wne:val="1"/>
    <wne:hash wne:val="3538995"/>
  </wne:recipientData>
  <wne:recipientData>
    <wne:active wne:val="1"/>
    <wne:hash wne:val="3604531"/>
  </wne:recipientData>
  <wne:recipientData>
    <wne:active wne:val="1"/>
    <wne:hash wne:val="3670067"/>
  </wne:recipientData>
  <wne:recipientData>
    <wne:active wne:val="1"/>
    <wne:hash wne:val="3735603"/>
  </wne:recipientData>
  <wne:recipientData>
    <wne:active wne:val="1"/>
    <wne:hash wne:val="3145780"/>
  </wne:recipientData>
  <wne:recipientData>
    <wne:active wne:val="1"/>
    <wne:hash wne:val="3211316"/>
  </wne:recipientData>
  <wne:recipientData>
    <wne:active wne:val="1"/>
    <wne:hash wne:val="3276852"/>
  </wne:recipientData>
  <wne:recipientData>
    <wne:active wne:val="1"/>
    <wne:hash wne:val="3342388"/>
  </wne:recipientData>
  <wne:recipientData>
    <wne:active wne:val="1"/>
    <wne:hash wne:val="3407924"/>
  </wne:recipientData>
  <wne:recipientData>
    <wne:active wne:val="1"/>
    <wne:hash wne:val="3473460"/>
  </wne:recipientData>
  <wne:recipientData>
    <wne:active wne:val="1"/>
    <wne:hash wne:val="3538996"/>
  </wne:recipientData>
  <wne:recipientData>
    <wne:active wne:val="1"/>
    <wne:hash wne:val="3604532"/>
  </wne:recipientData>
  <wne:recipientData>
    <wne:active wne:val="1"/>
    <wne:hash wne:val="3670068"/>
  </wne:recipientData>
  <wne:recipientData>
    <wne:active wne:val="1"/>
    <wne:hash wne:val="3735604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attachedTemplate r:id="rId1"/>
  <w:mailMerge>
    <w:mainDocumentType w:val="formLetters"/>
    <w:linkToQuery/>
    <w:dataType w:val="native"/>
    <w:connectString w:val="Provider=Microsoft.ACE.OLEDB.12.0;User ID=Admin;Data Source=Z:\Automation\Szablony Office\Adres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Adresy$` "/>
    <w:activeRecord w:val="19"/>
    <w:odso>
      <w:fieldMapData>
        <w:type w:val="dbColumn"/>
        <w:name w:val="id"/>
        <w:mappedName w:val="Unikatowy identyfikator"/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Nazwa firmy"/>
        <w:mappedName w:val="Firma"/>
        <w:column w:val="1"/>
        <w:lid w:val="en-US"/>
      </w:fieldMapData>
      <w:fieldMapData>
        <w:type w:val="dbColumn"/>
        <w:name w:val="Adres firmy"/>
        <w:mappedName w:val="Adres 1"/>
        <w:column w:val="2"/>
        <w:lid w:val="en-US"/>
      </w:fieldMapData>
      <w:fieldMapData>
        <w:column w:val="0"/>
        <w:lid w:val="en-US"/>
      </w:fieldMapData>
      <w:fieldMapData>
        <w:type w:val="dbColumn"/>
        <w:name w:val="Poczta"/>
        <w:mappedName w:val="Miasto"/>
        <w:column w:val="4"/>
        <w:lid w:val="en-US"/>
      </w:fieldMapData>
      <w:fieldMapData>
        <w:column w:val="0"/>
        <w:lid w:val="en-US"/>
      </w:fieldMapData>
      <w:fieldMapData>
        <w:type w:val="dbColumn"/>
        <w:name w:val="Kod pocztowy"/>
        <w:mappedName w:val="Kod pocztowy"/>
        <w:column w:val="3"/>
        <w:lid w:val="en-US"/>
      </w:fieldMapData>
      <w:fieldMapData>
        <w:column w:val="0"/>
        <w:lid w:val="en-US"/>
      </w:fieldMapData>
      <w:fieldMapData>
        <w:type w:val="dbColumn"/>
        <w:name w:val="Telefon"/>
        <w:mappedName w:val="Telefon służbowy"/>
        <w:column w:val="6"/>
        <w:lid w:val="en-US"/>
      </w:fieldMapData>
      <w:fieldMapData>
        <w:type w:val="dbColumn"/>
        <w:name w:val="faks"/>
        <w:mappedName w:val="Faks służbowy"/>
        <w:column w:val="7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2"/>
    </w:odso>
  </w:mailMerge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6CF"/>
    <w:rsid w:val="000043D6"/>
    <w:rsid w:val="00006AC9"/>
    <w:rsid w:val="00006F4B"/>
    <w:rsid w:val="000102E9"/>
    <w:rsid w:val="00021368"/>
    <w:rsid w:val="00025D3C"/>
    <w:rsid w:val="00055631"/>
    <w:rsid w:val="000643E2"/>
    <w:rsid w:val="00073DC1"/>
    <w:rsid w:val="00074F01"/>
    <w:rsid w:val="000918D3"/>
    <w:rsid w:val="000E5CDE"/>
    <w:rsid w:val="000E6213"/>
    <w:rsid w:val="00105E71"/>
    <w:rsid w:val="001060CA"/>
    <w:rsid w:val="001150C9"/>
    <w:rsid w:val="00117B29"/>
    <w:rsid w:val="00125FEE"/>
    <w:rsid w:val="00131A86"/>
    <w:rsid w:val="00136AC7"/>
    <w:rsid w:val="00152B34"/>
    <w:rsid w:val="00153A82"/>
    <w:rsid w:val="00157157"/>
    <w:rsid w:val="00157F78"/>
    <w:rsid w:val="00161AF0"/>
    <w:rsid w:val="001830F9"/>
    <w:rsid w:val="001941F3"/>
    <w:rsid w:val="001A1CF8"/>
    <w:rsid w:val="001B0449"/>
    <w:rsid w:val="001C4E87"/>
    <w:rsid w:val="001D4AAD"/>
    <w:rsid w:val="001D7779"/>
    <w:rsid w:val="001E3A39"/>
    <w:rsid w:val="00210D0F"/>
    <w:rsid w:val="002264CF"/>
    <w:rsid w:val="00230AA7"/>
    <w:rsid w:val="0026021A"/>
    <w:rsid w:val="002634D6"/>
    <w:rsid w:val="002677CF"/>
    <w:rsid w:val="00275CF1"/>
    <w:rsid w:val="00284204"/>
    <w:rsid w:val="002957EB"/>
    <w:rsid w:val="002B7201"/>
    <w:rsid w:val="002B7EAC"/>
    <w:rsid w:val="002C26F0"/>
    <w:rsid w:val="002D2928"/>
    <w:rsid w:val="002D3A03"/>
    <w:rsid w:val="002E7783"/>
    <w:rsid w:val="00307403"/>
    <w:rsid w:val="00310866"/>
    <w:rsid w:val="00315FF8"/>
    <w:rsid w:val="00320429"/>
    <w:rsid w:val="003208EA"/>
    <w:rsid w:val="00335F14"/>
    <w:rsid w:val="003479AF"/>
    <w:rsid w:val="00355976"/>
    <w:rsid w:val="0036280E"/>
    <w:rsid w:val="00370448"/>
    <w:rsid w:val="00371651"/>
    <w:rsid w:val="00391F1D"/>
    <w:rsid w:val="003A09A5"/>
    <w:rsid w:val="003A339E"/>
    <w:rsid w:val="003B2934"/>
    <w:rsid w:val="003C7C9C"/>
    <w:rsid w:val="003D064B"/>
    <w:rsid w:val="003D1D7E"/>
    <w:rsid w:val="003D1E4A"/>
    <w:rsid w:val="003D5FB4"/>
    <w:rsid w:val="003F3646"/>
    <w:rsid w:val="003F36CF"/>
    <w:rsid w:val="00401785"/>
    <w:rsid w:val="00425E19"/>
    <w:rsid w:val="00446ECE"/>
    <w:rsid w:val="00487BFB"/>
    <w:rsid w:val="004A2455"/>
    <w:rsid w:val="004B22DE"/>
    <w:rsid w:val="004B655F"/>
    <w:rsid w:val="004D0788"/>
    <w:rsid w:val="004D5005"/>
    <w:rsid w:val="004E663C"/>
    <w:rsid w:val="004F25B0"/>
    <w:rsid w:val="00511A52"/>
    <w:rsid w:val="005354A0"/>
    <w:rsid w:val="00537E5D"/>
    <w:rsid w:val="0056545D"/>
    <w:rsid w:val="0057419B"/>
    <w:rsid w:val="00576ABE"/>
    <w:rsid w:val="00593EEB"/>
    <w:rsid w:val="005950A6"/>
    <w:rsid w:val="005A176C"/>
    <w:rsid w:val="005A5356"/>
    <w:rsid w:val="005C5214"/>
    <w:rsid w:val="00610795"/>
    <w:rsid w:val="00620854"/>
    <w:rsid w:val="0063524C"/>
    <w:rsid w:val="00651891"/>
    <w:rsid w:val="00654CA2"/>
    <w:rsid w:val="00666B99"/>
    <w:rsid w:val="0067315A"/>
    <w:rsid w:val="0069142A"/>
    <w:rsid w:val="006A0183"/>
    <w:rsid w:val="006A55A0"/>
    <w:rsid w:val="006D34BB"/>
    <w:rsid w:val="006E7A7A"/>
    <w:rsid w:val="006F2832"/>
    <w:rsid w:val="006F5343"/>
    <w:rsid w:val="00700C63"/>
    <w:rsid w:val="0072488A"/>
    <w:rsid w:val="00727A0A"/>
    <w:rsid w:val="00737943"/>
    <w:rsid w:val="00744BAA"/>
    <w:rsid w:val="0075404D"/>
    <w:rsid w:val="007739D0"/>
    <w:rsid w:val="007860DD"/>
    <w:rsid w:val="0078780A"/>
    <w:rsid w:val="00790EF6"/>
    <w:rsid w:val="007A77C5"/>
    <w:rsid w:val="007C24D6"/>
    <w:rsid w:val="00804AAE"/>
    <w:rsid w:val="0080518A"/>
    <w:rsid w:val="0081228E"/>
    <w:rsid w:val="0081662D"/>
    <w:rsid w:val="008273D3"/>
    <w:rsid w:val="008422A9"/>
    <w:rsid w:val="0085796F"/>
    <w:rsid w:val="0085798E"/>
    <w:rsid w:val="00862E8D"/>
    <w:rsid w:val="00887E98"/>
    <w:rsid w:val="0089335F"/>
    <w:rsid w:val="008B5EDF"/>
    <w:rsid w:val="008C1CB4"/>
    <w:rsid w:val="008C4B58"/>
    <w:rsid w:val="008D30F6"/>
    <w:rsid w:val="008E241C"/>
    <w:rsid w:val="008E657C"/>
    <w:rsid w:val="008F0217"/>
    <w:rsid w:val="009122DA"/>
    <w:rsid w:val="00926949"/>
    <w:rsid w:val="00926990"/>
    <w:rsid w:val="0094109B"/>
    <w:rsid w:val="00952CCB"/>
    <w:rsid w:val="00956A29"/>
    <w:rsid w:val="009702BF"/>
    <w:rsid w:val="009718CF"/>
    <w:rsid w:val="009803B2"/>
    <w:rsid w:val="00985048"/>
    <w:rsid w:val="00985445"/>
    <w:rsid w:val="00994369"/>
    <w:rsid w:val="009A747C"/>
    <w:rsid w:val="009D2DB3"/>
    <w:rsid w:val="009D421A"/>
    <w:rsid w:val="009D52CA"/>
    <w:rsid w:val="009D6963"/>
    <w:rsid w:val="009E6645"/>
    <w:rsid w:val="00A12517"/>
    <w:rsid w:val="00A14ACF"/>
    <w:rsid w:val="00A26A8E"/>
    <w:rsid w:val="00A311A1"/>
    <w:rsid w:val="00A337AC"/>
    <w:rsid w:val="00A442C9"/>
    <w:rsid w:val="00A56204"/>
    <w:rsid w:val="00A73C36"/>
    <w:rsid w:val="00A8429F"/>
    <w:rsid w:val="00A9366C"/>
    <w:rsid w:val="00AA0C13"/>
    <w:rsid w:val="00AB1193"/>
    <w:rsid w:val="00AB7D4C"/>
    <w:rsid w:val="00AC5243"/>
    <w:rsid w:val="00AD4712"/>
    <w:rsid w:val="00AF70C8"/>
    <w:rsid w:val="00B278E1"/>
    <w:rsid w:val="00B35F7B"/>
    <w:rsid w:val="00B4538C"/>
    <w:rsid w:val="00B80541"/>
    <w:rsid w:val="00B80CDE"/>
    <w:rsid w:val="00B966CF"/>
    <w:rsid w:val="00BD2ED5"/>
    <w:rsid w:val="00BE40CB"/>
    <w:rsid w:val="00C01C3F"/>
    <w:rsid w:val="00C054A7"/>
    <w:rsid w:val="00C064DB"/>
    <w:rsid w:val="00C06740"/>
    <w:rsid w:val="00C175FA"/>
    <w:rsid w:val="00C20994"/>
    <w:rsid w:val="00C3078C"/>
    <w:rsid w:val="00C32ED4"/>
    <w:rsid w:val="00C63244"/>
    <w:rsid w:val="00C745A0"/>
    <w:rsid w:val="00C772B7"/>
    <w:rsid w:val="00C801DF"/>
    <w:rsid w:val="00C827E3"/>
    <w:rsid w:val="00CE1A6F"/>
    <w:rsid w:val="00CE37F6"/>
    <w:rsid w:val="00CF37E1"/>
    <w:rsid w:val="00CF5D34"/>
    <w:rsid w:val="00CF619B"/>
    <w:rsid w:val="00D000E1"/>
    <w:rsid w:val="00D047A5"/>
    <w:rsid w:val="00D1503A"/>
    <w:rsid w:val="00D34C03"/>
    <w:rsid w:val="00D47F05"/>
    <w:rsid w:val="00D54E07"/>
    <w:rsid w:val="00D70C36"/>
    <w:rsid w:val="00DB3D21"/>
    <w:rsid w:val="00DC54AC"/>
    <w:rsid w:val="00DC5B15"/>
    <w:rsid w:val="00DC6F4B"/>
    <w:rsid w:val="00DD381E"/>
    <w:rsid w:val="00DD7E77"/>
    <w:rsid w:val="00DF15FB"/>
    <w:rsid w:val="00E02106"/>
    <w:rsid w:val="00E1502E"/>
    <w:rsid w:val="00E54F66"/>
    <w:rsid w:val="00E61A67"/>
    <w:rsid w:val="00E64B5A"/>
    <w:rsid w:val="00E73222"/>
    <w:rsid w:val="00E752D1"/>
    <w:rsid w:val="00E84637"/>
    <w:rsid w:val="00E87EE0"/>
    <w:rsid w:val="00EB6274"/>
    <w:rsid w:val="00EC34CD"/>
    <w:rsid w:val="00EC6E34"/>
    <w:rsid w:val="00EF149C"/>
    <w:rsid w:val="00EF2CE0"/>
    <w:rsid w:val="00EF3AE7"/>
    <w:rsid w:val="00EF7B1A"/>
    <w:rsid w:val="00F1244F"/>
    <w:rsid w:val="00F35A47"/>
    <w:rsid w:val="00F450F4"/>
    <w:rsid w:val="00F4588D"/>
    <w:rsid w:val="00F56064"/>
    <w:rsid w:val="00F65666"/>
    <w:rsid w:val="00F77383"/>
    <w:rsid w:val="00F80D02"/>
    <w:rsid w:val="00F81698"/>
    <w:rsid w:val="00F81D58"/>
    <w:rsid w:val="00F86DDC"/>
    <w:rsid w:val="00FD44DE"/>
    <w:rsid w:val="00FE0519"/>
    <w:rsid w:val="00FE270D"/>
    <w:rsid w:val="00FE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2848D"/>
  <w15:docId w15:val="{63ABB616-73A3-44CE-9759-7FED70AA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F"/>
    <w:pPr>
      <w:spacing w:after="60" w:line="264" w:lineRule="auto"/>
      <w:jc w:val="both"/>
    </w:pPr>
    <w:rPr>
      <w:rFonts w:ascii="Arial Narrow" w:hAnsi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02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2BF"/>
  </w:style>
  <w:style w:type="paragraph" w:styleId="Stopka">
    <w:name w:val="footer"/>
    <w:basedOn w:val="Normalny"/>
    <w:link w:val="StopkaZnak"/>
    <w:uiPriority w:val="99"/>
    <w:unhideWhenUsed/>
    <w:rsid w:val="009702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2BF"/>
  </w:style>
  <w:style w:type="paragraph" w:styleId="Tekstdymka">
    <w:name w:val="Balloon Text"/>
    <w:basedOn w:val="Normalny"/>
    <w:link w:val="TekstdymkaZnak"/>
    <w:uiPriority w:val="99"/>
    <w:semiHidden/>
    <w:unhideWhenUsed/>
    <w:rsid w:val="00970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2BF"/>
    <w:rPr>
      <w:rFonts w:ascii="Tahoma" w:hAnsi="Tahoma" w:cs="Tahoma"/>
      <w:sz w:val="16"/>
      <w:szCs w:val="16"/>
    </w:rPr>
  </w:style>
  <w:style w:type="paragraph" w:customStyle="1" w:styleId="Nagweklogo">
    <w:name w:val="Nagłówek_logo"/>
    <w:basedOn w:val="Normalny"/>
    <w:link w:val="NagweklogoZnak"/>
    <w:qFormat/>
    <w:rsid w:val="002677CF"/>
    <w:pPr>
      <w:spacing w:after="0" w:line="240" w:lineRule="auto"/>
    </w:pPr>
    <w:rPr>
      <w:color w:val="7F7F7F" w:themeColor="text1" w:themeTint="80"/>
    </w:rPr>
  </w:style>
  <w:style w:type="paragraph" w:customStyle="1" w:styleId="Dotyczy">
    <w:name w:val="Dotyczy"/>
    <w:basedOn w:val="Normalny"/>
    <w:next w:val="Normalny"/>
    <w:link w:val="DotyczyZnak"/>
    <w:qFormat/>
    <w:rsid w:val="0081662D"/>
    <w:pPr>
      <w:jc w:val="left"/>
    </w:pPr>
    <w:rPr>
      <w:i/>
      <w:u w:val="words"/>
    </w:rPr>
  </w:style>
  <w:style w:type="character" w:customStyle="1" w:styleId="NagweklogoZnak">
    <w:name w:val="Nagłówek_logo Znak"/>
    <w:basedOn w:val="Domylnaczcionkaakapitu"/>
    <w:link w:val="Nagweklogo"/>
    <w:rsid w:val="002677CF"/>
    <w:rPr>
      <w:rFonts w:ascii="Arial Narrow" w:hAnsi="Arial Narrow"/>
      <w:color w:val="7F7F7F" w:themeColor="text1" w:themeTint="80"/>
    </w:rPr>
  </w:style>
  <w:style w:type="character" w:styleId="Tekstzastpczy">
    <w:name w:val="Placeholder Text"/>
    <w:basedOn w:val="Domylnaczcionkaakapitu"/>
    <w:uiPriority w:val="99"/>
    <w:semiHidden/>
    <w:rsid w:val="008B5EDF"/>
    <w:rPr>
      <w:color w:val="808080"/>
    </w:rPr>
  </w:style>
  <w:style w:type="character" w:customStyle="1" w:styleId="DotyczyZnak">
    <w:name w:val="Dotyczy Znak"/>
    <w:basedOn w:val="Domylnaczcionkaakapitu"/>
    <w:link w:val="Dotyczy"/>
    <w:rsid w:val="0081662D"/>
    <w:rPr>
      <w:rFonts w:ascii="Arial Narrow" w:hAnsi="Arial Narrow"/>
      <w:i/>
      <w:u w:val="words"/>
    </w:rPr>
  </w:style>
  <w:style w:type="table" w:styleId="Tabela-Siatka">
    <w:name w:val="Table Grid"/>
    <w:basedOn w:val="Standardowy"/>
    <w:uiPriority w:val="59"/>
    <w:rsid w:val="008B5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22DE"/>
    <w:pPr>
      <w:ind w:left="720"/>
      <w:contextualSpacing/>
    </w:p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CF37E1"/>
    <w:pPr>
      <w:spacing w:after="0" w:line="240" w:lineRule="auto"/>
      <w:contextualSpacing/>
      <w:jc w:val="center"/>
    </w:pPr>
    <w:rPr>
      <w:rFonts w:eastAsiaTheme="majorEastAsia" w:cstheme="majorBidi"/>
      <w:b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37E1"/>
    <w:rPr>
      <w:rFonts w:ascii="Arial Narrow" w:eastAsiaTheme="majorEastAsia" w:hAnsi="Arial Narrow" w:cstheme="majorBidi"/>
      <w:b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60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560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2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2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274"/>
    <w:rPr>
      <w:rFonts w:ascii="Arial Narrow" w:hAnsi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2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274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attachedTemplate" Target="file:///D:\Szablony\Szablony%20Office\001_Opisy\0002_PT+PW_Str_tyt_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22D5367EA7D4757943BE47D12EA77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1DE941-103A-40BA-B272-2FF7E0FDD159}"/>
      </w:docPartPr>
      <w:docPartBody>
        <w:p w:rsidR="00F93A12" w:rsidRDefault="00F93A12">
          <w:pPr>
            <w:pStyle w:val="222D5367EA7D4757943BE47D12EA770C"/>
          </w:pPr>
          <w:r w:rsidRPr="009A747C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8EC1A41BADD343CDBADDD8C4DC4B3F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1D31CB-8EB7-4ABD-89D9-F981402504A2}"/>
      </w:docPartPr>
      <w:docPartBody>
        <w:p w:rsidR="00F93A12" w:rsidRDefault="00F93A12">
          <w:pPr>
            <w:pStyle w:val="8EC1A41BADD343CDBADDD8C4DC4B3F25"/>
          </w:pPr>
          <w:r w:rsidRPr="005E26E3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A1E80E354FC4C2586C198B2BFFC1B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D523C0-52E2-4DB4-9C6A-89FD734BD33B}"/>
      </w:docPartPr>
      <w:docPartBody>
        <w:p w:rsidR="00F93A12" w:rsidRDefault="00F93A12">
          <w:pPr>
            <w:pStyle w:val="2A1E80E354FC4C2586C198B2BFFC1B17"/>
          </w:pPr>
          <w: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A12"/>
    <w:rsid w:val="000E6213"/>
    <w:rsid w:val="002B7EAC"/>
    <w:rsid w:val="005950A6"/>
    <w:rsid w:val="00744BAA"/>
    <w:rsid w:val="009D52CA"/>
    <w:rsid w:val="00F80D02"/>
    <w:rsid w:val="00F9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customStyle="1" w:styleId="222D5367EA7D4757943BE47D12EA770C">
    <w:name w:val="222D5367EA7D4757943BE47D12EA770C"/>
  </w:style>
  <w:style w:type="paragraph" w:customStyle="1" w:styleId="8EC1A41BADD343CDBADDD8C4DC4B3F25">
    <w:name w:val="8EC1A41BADD343CDBADDD8C4DC4B3F25"/>
  </w:style>
  <w:style w:type="paragraph" w:customStyle="1" w:styleId="2A1E80E354FC4C2586C198B2BFFC1B17">
    <w:name w:val="2A1E80E354FC4C2586C198B2BFFC1B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78C74-6EB4-4201-AE44-20881F7EE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0002_PT+PW_Str_tyt_2023.dotx</Template>
  <TotalTime>19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Karaś</dc:creator>
  <cp:lastModifiedBy>Łukasz Karaś</cp:lastModifiedBy>
  <cp:revision>14</cp:revision>
  <cp:lastPrinted>2024-11-22T10:42:00Z</cp:lastPrinted>
  <dcterms:created xsi:type="dcterms:W3CDTF">2024-06-25T07:39:00Z</dcterms:created>
  <dcterms:modified xsi:type="dcterms:W3CDTF">2024-11-22T10:43:00Z</dcterms:modified>
</cp:coreProperties>
</file>